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2B19" w14:textId="77777777" w:rsidR="00F059B5" w:rsidRPr="00E6597D" w:rsidRDefault="00F059B5" w:rsidP="00F059B5">
      <w:pPr>
        <w:jc w:val="center"/>
        <w:rPr>
          <w:rFonts w:cs="Arial"/>
          <w:b/>
          <w:sz w:val="20"/>
          <w:szCs w:val="20"/>
        </w:rPr>
      </w:pPr>
      <w:r w:rsidRPr="00E6597D">
        <w:rPr>
          <w:rFonts w:cs="Arial"/>
          <w:b/>
          <w:sz w:val="20"/>
          <w:szCs w:val="20"/>
        </w:rPr>
        <w:t>Příloha č. 1 - Krycí list nabídky</w:t>
      </w:r>
    </w:p>
    <w:p w14:paraId="35642138" w14:textId="77777777" w:rsidR="00F059B5" w:rsidRPr="00E6597D" w:rsidRDefault="00F059B5" w:rsidP="00F059B5">
      <w:pPr>
        <w:rPr>
          <w:rFonts w:cs="Arial"/>
          <w:sz w:val="20"/>
          <w:szCs w:val="20"/>
        </w:rPr>
      </w:pP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5948"/>
      </w:tblGrid>
      <w:tr w:rsidR="00F059B5" w:rsidRPr="00E6597D" w14:paraId="2193D9D7" w14:textId="77777777" w:rsidTr="0093641C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197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  <w:p w14:paraId="0E8A5C4E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  <w:r w:rsidRPr="00E6597D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6D03C5C5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0190" w14:textId="32FFEFAD" w:rsidR="00F059B5" w:rsidRPr="00CD0C7A" w:rsidRDefault="00602BF7" w:rsidP="0093641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Kardiotokografické systémy</w:t>
            </w:r>
            <w:r w:rsidR="00CD0C7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– část č.: (</w:t>
            </w:r>
            <w:r w:rsidR="00CD0C7A" w:rsidRPr="00CD0C7A">
              <w:rPr>
                <w:rFonts w:cs="Arial"/>
                <w:b/>
                <w:color w:val="000000" w:themeColor="text1"/>
                <w:sz w:val="20"/>
                <w:szCs w:val="20"/>
                <w:highlight w:val="yellow"/>
              </w:rPr>
              <w:t>doplní dodavatel)</w:t>
            </w:r>
          </w:p>
        </w:tc>
      </w:tr>
      <w:tr w:rsidR="00F059B5" w:rsidRPr="00E6597D" w14:paraId="12DCEC11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18CF7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zadavatele</w:t>
            </w:r>
          </w:p>
        </w:tc>
      </w:tr>
      <w:tr w:rsidR="00F059B5" w:rsidRPr="00E6597D" w14:paraId="662CE5C5" w14:textId="77777777" w:rsidTr="0093641C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131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BED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Krajská zdravotní, a.s.</w:t>
            </w:r>
          </w:p>
        </w:tc>
      </w:tr>
      <w:tr w:rsidR="00F059B5" w:rsidRPr="00E6597D" w14:paraId="40156054" w14:textId="77777777" w:rsidTr="0093641C">
        <w:trPr>
          <w:trHeight w:val="10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AD5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458A" w14:textId="77777777" w:rsidR="00F059B5" w:rsidRPr="00E6597D" w:rsidRDefault="00F059B5" w:rsidP="009364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Sociální péče 3316/12A, 401 13  Ústí nad Labem, společnost zapsaná v obchodním rejstříku vedeném Krajským soudem v Ústí nad Labem pod spisovou značkou B 1550</w:t>
            </w:r>
          </w:p>
        </w:tc>
      </w:tr>
      <w:tr w:rsidR="00F059B5" w:rsidRPr="00E6597D" w14:paraId="7BB1B362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3BE7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D37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F059B5" w:rsidRPr="00E6597D" w14:paraId="4AB8D51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A75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A939" w14:textId="18E928D9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1B732C">
              <w:rPr>
                <w:rFonts w:cs="Arial"/>
                <w:bCs/>
                <w:sz w:val="20"/>
                <w:szCs w:val="20"/>
              </w:rPr>
              <w:t>Tomáš Hrubý</w:t>
            </w:r>
            <w:r w:rsidRPr="00E6597D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1B732C">
              <w:rPr>
                <w:rFonts w:cs="Arial"/>
                <w:bCs/>
                <w:sz w:val="20"/>
                <w:szCs w:val="20"/>
              </w:rPr>
              <w:t>generální ředitel</w:t>
            </w:r>
          </w:p>
        </w:tc>
      </w:tr>
      <w:tr w:rsidR="00F059B5" w:rsidRPr="00E6597D" w14:paraId="5F86DAF5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FD37D9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účastníka</w:t>
            </w:r>
          </w:p>
        </w:tc>
      </w:tr>
      <w:tr w:rsidR="00F059B5" w:rsidRPr="00E6597D" w14:paraId="551D9B34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CA8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BCD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03DDE27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0EB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F00C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45C6A3ED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9E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Kategorie účetní jednotky (dle Zákona o účetnictví 563/1991 Sb.)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37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F059B5" w:rsidRPr="00E6597D" w14:paraId="139CCCD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8BB8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CC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753F41E7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FB3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662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3594F753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238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účastníka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CA7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104C600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03C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80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5F97EDA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C151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1E2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284E2BA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</w:p>
    <w:p w14:paraId="1EFAE937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 xml:space="preserve">V </w:t>
      </w:r>
      <w:r w:rsidRPr="00E6597D">
        <w:rPr>
          <w:rFonts w:cs="Arial"/>
          <w:sz w:val="20"/>
          <w:szCs w:val="20"/>
          <w:highlight w:val="yellow"/>
        </w:rPr>
        <w:t>_______________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</w:rPr>
        <w:tab/>
        <w:t xml:space="preserve">dne </w:t>
      </w:r>
      <w:r w:rsidRPr="00E6597D">
        <w:rPr>
          <w:rFonts w:cs="Arial"/>
          <w:sz w:val="20"/>
          <w:szCs w:val="20"/>
          <w:highlight w:val="yellow"/>
        </w:rPr>
        <w:t>_______________</w:t>
      </w:r>
    </w:p>
    <w:p w14:paraId="1AD1AF2F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>Podpis: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  <w:highlight w:val="yellow"/>
        </w:rPr>
        <w:t>______________________________________________________________</w:t>
      </w:r>
    </w:p>
    <w:p w14:paraId="13F096B8" w14:textId="793A6D7F" w:rsidR="00932EB1" w:rsidRPr="00C7652B" w:rsidRDefault="00F059B5" w:rsidP="00F059B5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E6597D">
        <w:rPr>
          <w:rFonts w:cs="Arial"/>
          <w:sz w:val="20"/>
          <w:szCs w:val="20"/>
        </w:rPr>
        <w:tab/>
        <w:t xml:space="preserve">             </w:t>
      </w:r>
      <w:r w:rsidRPr="00E6597D">
        <w:rPr>
          <w:rFonts w:cs="Arial"/>
          <w:i/>
          <w:sz w:val="20"/>
          <w:szCs w:val="20"/>
        </w:rPr>
        <w:t>titul, jméno, příjmení, funkce, razítko oprávněné osoby jednat za účastníka</w:t>
      </w: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DD0A" w14:textId="77777777" w:rsidR="009D5529" w:rsidRDefault="009D5529" w:rsidP="004A044C">
      <w:pPr>
        <w:spacing w:line="240" w:lineRule="auto"/>
      </w:pPr>
      <w:r>
        <w:separator/>
      </w:r>
    </w:p>
  </w:endnote>
  <w:endnote w:type="continuationSeparator" w:id="0">
    <w:p w14:paraId="0560565F" w14:textId="77777777" w:rsidR="009D5529" w:rsidRDefault="009D5529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3646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25B74A0" wp14:editId="7995EA53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7C59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7AFCE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D45BFA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B74A0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337C59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7AFCE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D45BFA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4B67F2" wp14:editId="72DF50B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280684" wp14:editId="268F0358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E1FFA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73FD9AED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632D5F85" w14:textId="27948303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CD0C7A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C28068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5E1FFA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73FD9AED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32D5F85" w14:textId="27948303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CD0C7A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801784" wp14:editId="681306E8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56971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B9ADF5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F776E97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01784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15B56971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B9ADF5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F776E9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FCD7F6" wp14:editId="4AF5BE80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09A0EF0" wp14:editId="413BF03E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EE09" w14:textId="77777777" w:rsidR="009D5529" w:rsidRDefault="009D5529" w:rsidP="004A044C">
      <w:pPr>
        <w:spacing w:line="240" w:lineRule="auto"/>
      </w:pPr>
      <w:r>
        <w:separator/>
      </w:r>
    </w:p>
  </w:footnote>
  <w:footnote w:type="continuationSeparator" w:id="0">
    <w:p w14:paraId="17EC31F5" w14:textId="77777777" w:rsidR="009D5529" w:rsidRDefault="009D5529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A56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E09217" wp14:editId="7C512796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689E47" wp14:editId="588CF33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5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D025F"/>
    <w:rsid w:val="000F7A22"/>
    <w:rsid w:val="00101773"/>
    <w:rsid w:val="00125813"/>
    <w:rsid w:val="00147316"/>
    <w:rsid w:val="001B732C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B58A4"/>
    <w:rsid w:val="004C6686"/>
    <w:rsid w:val="00507B10"/>
    <w:rsid w:val="00540947"/>
    <w:rsid w:val="00580EDE"/>
    <w:rsid w:val="005964DC"/>
    <w:rsid w:val="005B402A"/>
    <w:rsid w:val="005C64DB"/>
    <w:rsid w:val="005E3326"/>
    <w:rsid w:val="006018E2"/>
    <w:rsid w:val="00602BF7"/>
    <w:rsid w:val="00610F48"/>
    <w:rsid w:val="00657FE1"/>
    <w:rsid w:val="006C53A2"/>
    <w:rsid w:val="006E2395"/>
    <w:rsid w:val="006F2635"/>
    <w:rsid w:val="0071483B"/>
    <w:rsid w:val="007476D3"/>
    <w:rsid w:val="00824631"/>
    <w:rsid w:val="008650CD"/>
    <w:rsid w:val="008D7434"/>
    <w:rsid w:val="008E311B"/>
    <w:rsid w:val="008F4FC4"/>
    <w:rsid w:val="008F6A0E"/>
    <w:rsid w:val="00932EB1"/>
    <w:rsid w:val="009876AE"/>
    <w:rsid w:val="009969EB"/>
    <w:rsid w:val="009A699B"/>
    <w:rsid w:val="009D5529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BE3091"/>
    <w:rsid w:val="00C070C0"/>
    <w:rsid w:val="00C207E1"/>
    <w:rsid w:val="00C26BA0"/>
    <w:rsid w:val="00C7652B"/>
    <w:rsid w:val="00CB12E8"/>
    <w:rsid w:val="00CC21A3"/>
    <w:rsid w:val="00CC227C"/>
    <w:rsid w:val="00CD0C7A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059B5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6ED3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7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8</cp:revision>
  <cp:lastPrinted>2025-02-20T13:28:00Z</cp:lastPrinted>
  <dcterms:created xsi:type="dcterms:W3CDTF">2025-05-20T07:47:00Z</dcterms:created>
  <dcterms:modified xsi:type="dcterms:W3CDTF">2025-07-15T07:28:00Z</dcterms:modified>
</cp:coreProperties>
</file>